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21575C" w:rsidRPr="00C27691" w:rsidRDefault="00CD6897" w:rsidP="0021575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1575C" w:rsidRPr="00C27691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21575C" w:rsidRPr="00C27691">
        <w:rPr>
          <w:rFonts w:ascii="Corbel" w:hAnsi="Corbel"/>
          <w:bCs/>
          <w:i/>
        </w:rPr>
        <w:t>UR</w:t>
      </w:r>
      <w:proofErr w:type="spellEnd"/>
      <w:r w:rsidR="0021575C" w:rsidRPr="00C27691">
        <w:rPr>
          <w:rFonts w:ascii="Corbel" w:hAnsi="Corbel"/>
          <w:bCs/>
          <w:i/>
        </w:rPr>
        <w:t xml:space="preserve">  nr 12/2019</w:t>
      </w:r>
    </w:p>
    <w:p w14:paraId="598A8AA9" w14:textId="77777777" w:rsidR="0021575C" w:rsidRPr="00C27691" w:rsidRDefault="0021575C" w:rsidP="002157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7691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21575C" w:rsidRPr="00C27691" w:rsidRDefault="0021575C" w:rsidP="002157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769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27691">
        <w:rPr>
          <w:rFonts w:ascii="Corbel" w:hAnsi="Corbel"/>
          <w:smallCaps/>
          <w:sz w:val="24"/>
          <w:szCs w:val="24"/>
        </w:rPr>
        <w:t>2020-2022</w:t>
      </w:r>
    </w:p>
    <w:p w14:paraId="42D65B55" w14:textId="77777777" w:rsidR="0021575C" w:rsidRPr="00C27691" w:rsidRDefault="0021575C" w:rsidP="002157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27691">
        <w:rPr>
          <w:rFonts w:ascii="Corbel" w:hAnsi="Corbel"/>
          <w:sz w:val="20"/>
          <w:szCs w:val="20"/>
        </w:rPr>
        <w:t>Rok akademicki: 2021/2022</w:t>
      </w:r>
    </w:p>
    <w:p w14:paraId="672A6659" w14:textId="77777777" w:rsidR="0085747A" w:rsidRPr="00C27691" w:rsidRDefault="0085747A" w:rsidP="0021575C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27691">
        <w:rPr>
          <w:rFonts w:ascii="Corbel" w:hAnsi="Corbel"/>
          <w:szCs w:val="24"/>
        </w:rPr>
        <w:t xml:space="preserve">1. </w:t>
      </w:r>
      <w:r w:rsidR="0085747A" w:rsidRPr="00C27691">
        <w:rPr>
          <w:rFonts w:ascii="Corbel" w:hAnsi="Corbel"/>
          <w:szCs w:val="24"/>
        </w:rPr>
        <w:t xml:space="preserve">Podstawowe </w:t>
      </w:r>
      <w:r w:rsidR="00445970" w:rsidRPr="00C27691">
        <w:rPr>
          <w:rFonts w:ascii="Corbel" w:hAnsi="Corbel"/>
          <w:szCs w:val="24"/>
        </w:rPr>
        <w:t>informacje o przedmiocie</w:t>
      </w: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C27691" w14:paraId="2E751C39" w14:textId="77777777" w:rsidTr="00F75775">
        <w:tc>
          <w:tcPr>
            <w:tcW w:w="2694" w:type="dxa"/>
            <w:vAlign w:val="center"/>
          </w:tcPr>
          <w:p w14:paraId="59701564" w14:textId="77777777" w:rsidR="0085747A" w:rsidRPr="00C276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7AF38E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Gr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C27691" w14:paraId="0FCF00CB" w14:textId="77777777" w:rsidTr="00F75775">
        <w:tc>
          <w:tcPr>
            <w:tcW w:w="2694" w:type="dxa"/>
            <w:vAlign w:val="center"/>
          </w:tcPr>
          <w:p w14:paraId="4CA29152" w14:textId="77777777" w:rsidR="0085747A" w:rsidRPr="00C276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4959AC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iZSP</w:t>
            </w:r>
            <w:proofErr w:type="spellEnd"/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/C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-1.7b</w:t>
            </w:r>
          </w:p>
        </w:tc>
      </w:tr>
      <w:tr w:rsidR="0085747A" w:rsidRPr="00C27691" w14:paraId="4E2F8C33" w14:textId="77777777" w:rsidTr="00F75775">
        <w:tc>
          <w:tcPr>
            <w:tcW w:w="2694" w:type="dxa"/>
            <w:vAlign w:val="center"/>
          </w:tcPr>
          <w:p w14:paraId="19552E28" w14:textId="77777777" w:rsidR="0085747A" w:rsidRPr="00C276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276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27691" w14:paraId="729EEB71" w14:textId="77777777" w:rsidTr="00F75775">
        <w:tc>
          <w:tcPr>
            <w:tcW w:w="2694" w:type="dxa"/>
            <w:vAlign w:val="center"/>
          </w:tcPr>
          <w:p w14:paraId="0A39E105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C27691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27691" w14:paraId="048482E6" w14:textId="77777777" w:rsidTr="00F75775">
        <w:tc>
          <w:tcPr>
            <w:tcW w:w="2694" w:type="dxa"/>
            <w:vAlign w:val="center"/>
          </w:tcPr>
          <w:p w14:paraId="4B835047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27691" w14:paraId="055D634D" w14:textId="77777777" w:rsidTr="00F75775">
        <w:tc>
          <w:tcPr>
            <w:tcW w:w="2694" w:type="dxa"/>
            <w:vAlign w:val="center"/>
          </w:tcPr>
          <w:p w14:paraId="448A1CED" w14:textId="77777777" w:rsidR="0085747A" w:rsidRPr="00C276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C27691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C27691" w14:paraId="3A488BE5" w14:textId="77777777" w:rsidTr="00F75775">
        <w:tc>
          <w:tcPr>
            <w:tcW w:w="2694" w:type="dxa"/>
            <w:vAlign w:val="center"/>
          </w:tcPr>
          <w:p w14:paraId="04C0481C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27691" w14:paraId="5C70B2EB" w14:textId="77777777" w:rsidTr="00F75775">
        <w:tc>
          <w:tcPr>
            <w:tcW w:w="2694" w:type="dxa"/>
            <w:vAlign w:val="center"/>
          </w:tcPr>
          <w:p w14:paraId="7C3992E0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C27691" w:rsidRDefault="0017512A" w:rsidP="00215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27691" w14:paraId="58954631" w14:textId="77777777" w:rsidTr="00F75775">
        <w:tc>
          <w:tcPr>
            <w:tcW w:w="2694" w:type="dxa"/>
            <w:vAlign w:val="center"/>
          </w:tcPr>
          <w:p w14:paraId="47AAF248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27691">
              <w:rPr>
                <w:rFonts w:ascii="Corbel" w:hAnsi="Corbel"/>
                <w:sz w:val="24"/>
                <w:szCs w:val="24"/>
              </w:rPr>
              <w:t>/y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C27691" w14:paraId="6C505C59" w14:textId="77777777" w:rsidTr="00F75775">
        <w:tc>
          <w:tcPr>
            <w:tcW w:w="2694" w:type="dxa"/>
            <w:vAlign w:val="center"/>
          </w:tcPr>
          <w:p w14:paraId="5863A118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27691" w14:paraId="26EB6C12" w14:textId="77777777" w:rsidTr="00F75775">
        <w:tc>
          <w:tcPr>
            <w:tcW w:w="2694" w:type="dxa"/>
            <w:vAlign w:val="center"/>
          </w:tcPr>
          <w:p w14:paraId="13A990D4" w14:textId="77777777" w:rsidR="00923D7D" w:rsidRPr="00C276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2769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27691" w14:paraId="6DF8CB8C" w14:textId="77777777" w:rsidTr="00F75775">
        <w:tc>
          <w:tcPr>
            <w:tcW w:w="2694" w:type="dxa"/>
            <w:vAlign w:val="center"/>
          </w:tcPr>
          <w:p w14:paraId="69C2AF6E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C27691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C27691" w14:paraId="4DFA396E" w14:textId="77777777" w:rsidTr="00F75775">
        <w:tc>
          <w:tcPr>
            <w:tcW w:w="2694" w:type="dxa"/>
            <w:vAlign w:val="center"/>
          </w:tcPr>
          <w:p w14:paraId="471FE442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C27691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4DE066A3" w14:textId="77777777" w:rsidR="00923D7D" w:rsidRPr="00C27691" w:rsidRDefault="0085747A" w:rsidP="002157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 xml:space="preserve">* </w:t>
      </w:r>
      <w:r w:rsidRPr="00C27691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C276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27691">
        <w:rPr>
          <w:rFonts w:ascii="Corbel" w:hAnsi="Corbel"/>
          <w:b w:val="0"/>
          <w:sz w:val="24"/>
          <w:szCs w:val="24"/>
        </w:rPr>
        <w:t>e,</w:t>
      </w:r>
      <w:r w:rsidRPr="00C27691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C27691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27691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C276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>1.</w:t>
      </w:r>
      <w:r w:rsidR="00E22FBC" w:rsidRPr="00C27691">
        <w:rPr>
          <w:rFonts w:ascii="Corbel" w:hAnsi="Corbel"/>
          <w:sz w:val="24"/>
          <w:szCs w:val="24"/>
        </w:rPr>
        <w:t>1</w:t>
      </w:r>
      <w:r w:rsidRPr="00C27691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C27691">
        <w:rPr>
          <w:rFonts w:ascii="Corbel" w:hAnsi="Corbel"/>
          <w:sz w:val="24"/>
          <w:szCs w:val="24"/>
        </w:rPr>
        <w:t>ECTS</w:t>
      </w:r>
      <w:proofErr w:type="spellEnd"/>
      <w:r w:rsidRPr="00C27691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C276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2"/>
        <w:gridCol w:w="742"/>
        <w:gridCol w:w="851"/>
        <w:gridCol w:w="766"/>
        <w:gridCol w:w="800"/>
        <w:gridCol w:w="700"/>
        <w:gridCol w:w="917"/>
        <w:gridCol w:w="1563"/>
        <w:gridCol w:w="1359"/>
      </w:tblGrid>
      <w:tr w:rsidR="00015B8F" w:rsidRPr="00C27691" w14:paraId="4A00F406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C276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(</w:t>
            </w:r>
            <w:r w:rsidR="00363F78" w:rsidRPr="00C276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Wykł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Konw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Sem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Prakt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16031284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Inne (</w:t>
            </w:r>
            <w:r w:rsidR="002B533E">
              <w:rPr>
                <w:rFonts w:ascii="Corbel" w:hAnsi="Corbel"/>
                <w:szCs w:val="24"/>
              </w:rPr>
              <w:t>ćwiczenia warsztatowe)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27691">
              <w:rPr>
                <w:rFonts w:ascii="Corbel" w:hAnsi="Corbel"/>
                <w:b/>
                <w:szCs w:val="24"/>
              </w:rPr>
              <w:t>Liczba pkt</w:t>
            </w:r>
            <w:r w:rsidR="00B90885" w:rsidRPr="00C27691">
              <w:rPr>
                <w:rFonts w:ascii="Corbel" w:hAnsi="Corbel"/>
                <w:b/>
                <w:szCs w:val="24"/>
              </w:rPr>
              <w:t>.</w:t>
            </w:r>
            <w:r w:rsidRPr="00C27691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C2769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C27691" w14:paraId="6EDE93D4" w14:textId="77777777" w:rsidTr="00E51F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C27691" w:rsidRDefault="00AF0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0EEA14A5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67CFE0B" w:rsidR="00015B8F" w:rsidRPr="00C27691" w:rsidRDefault="002B53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C27691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C276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C276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>1.</w:t>
      </w:r>
      <w:r w:rsidR="00E22FBC" w:rsidRPr="00C27691">
        <w:rPr>
          <w:rFonts w:ascii="Corbel" w:hAnsi="Corbel"/>
          <w:smallCaps w:val="0"/>
          <w:szCs w:val="24"/>
        </w:rPr>
        <w:t>2</w:t>
      </w:r>
      <w:r w:rsidR="00F83B28" w:rsidRPr="00C27691">
        <w:rPr>
          <w:rFonts w:ascii="Corbel" w:hAnsi="Corbel"/>
          <w:smallCaps w:val="0"/>
          <w:szCs w:val="24"/>
        </w:rPr>
        <w:t>.</w:t>
      </w:r>
      <w:r w:rsidR="00F83B28" w:rsidRPr="00C27691">
        <w:rPr>
          <w:rFonts w:ascii="Corbel" w:hAnsi="Corbel"/>
          <w:smallCaps w:val="0"/>
          <w:szCs w:val="24"/>
        </w:rPr>
        <w:tab/>
      </w:r>
      <w:r w:rsidRPr="00C27691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21575C" w:rsidRPr="00C27691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2769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2769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27691">
        <w:rPr>
          <w:rFonts w:ascii="Corbel" w:hAnsi="Corbel"/>
          <w:b w:val="0"/>
          <w:smallCaps w:val="0"/>
          <w:szCs w:val="24"/>
        </w:rPr>
        <w:t>zajęcia w formie tradycyjnej</w:t>
      </w:r>
      <w:r w:rsidRPr="00C27691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27691">
        <w:rPr>
          <w:rFonts w:ascii="Corbel" w:hAnsi="Corbel"/>
          <w:b w:val="0"/>
          <w:smallCaps w:val="0"/>
          <w:color w:val="000000" w:themeColor="text1"/>
          <w:szCs w:val="24"/>
        </w:rPr>
        <w:t xml:space="preserve">lub z wykorzystaniem platformy Ms </w:t>
      </w:r>
      <w:proofErr w:type="spellStart"/>
      <w:r w:rsidRPr="00C27691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386692D9" w14:textId="77777777" w:rsidR="0021575C" w:rsidRPr="00C27691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7691">
        <w:rPr>
          <w:rFonts w:ascii="MS Gothic" w:eastAsia="MS Gothic" w:hAnsi="MS Gothic" w:cs="MS Gothic" w:hint="eastAsia"/>
          <w:b w:val="0"/>
          <w:szCs w:val="24"/>
        </w:rPr>
        <w:t>☐</w:t>
      </w:r>
      <w:r w:rsidRPr="00C2769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21575C" w:rsidRPr="00C27691" w:rsidRDefault="0021575C" w:rsidP="002157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1.3 </w:t>
      </w:r>
      <w:r w:rsidRPr="00C2769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276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27774C97" w:rsidR="0021575C" w:rsidRPr="00C27691" w:rsidRDefault="007F4CC6" w:rsidP="002157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t>Z</w:t>
      </w:r>
      <w:r w:rsidR="0021575C" w:rsidRPr="00C27691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960BB" w:rsidRPr="00C276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C276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76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7691" w14:paraId="3AD6E96C" w14:textId="77777777" w:rsidTr="00745302">
        <w:tc>
          <w:tcPr>
            <w:tcW w:w="9670" w:type="dxa"/>
          </w:tcPr>
          <w:p w14:paraId="4C32CCB3" w14:textId="77777777" w:rsidR="0085747A" w:rsidRPr="00C27691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45FB0818" w14:textId="77777777" w:rsidR="0021575C" w:rsidRPr="00C27691" w:rsidRDefault="0021575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7691">
        <w:rPr>
          <w:rFonts w:ascii="Corbel" w:hAnsi="Corbel"/>
          <w:szCs w:val="24"/>
        </w:rPr>
        <w:t>3.</w:t>
      </w:r>
      <w:r w:rsidR="00A84C85" w:rsidRPr="00C27691">
        <w:rPr>
          <w:rFonts w:ascii="Corbel" w:hAnsi="Corbel"/>
          <w:szCs w:val="24"/>
        </w:rPr>
        <w:t>cele, efekty uczenia się</w:t>
      </w:r>
      <w:r w:rsidR="0085747A" w:rsidRPr="00C27691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C276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 xml:space="preserve">3.1 </w:t>
      </w:r>
      <w:r w:rsidR="00C05F44" w:rsidRPr="00C27691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C276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C27691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C27691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27691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C27691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27691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C27691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C276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 xml:space="preserve">3.2 </w:t>
      </w:r>
      <w:r w:rsidR="001D7B54" w:rsidRPr="00C27691">
        <w:rPr>
          <w:rFonts w:ascii="Corbel" w:hAnsi="Corbel"/>
          <w:b/>
          <w:sz w:val="24"/>
          <w:szCs w:val="24"/>
        </w:rPr>
        <w:t xml:space="preserve">Efekty </w:t>
      </w:r>
      <w:r w:rsidR="00C05F44" w:rsidRPr="00C276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27691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C276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27691" w14:paraId="05F1B0B3" w14:textId="77777777" w:rsidTr="5CF5B71D">
        <w:tc>
          <w:tcPr>
            <w:tcW w:w="1681" w:type="dxa"/>
            <w:vAlign w:val="center"/>
          </w:tcPr>
          <w:p w14:paraId="41C145ED" w14:textId="77777777" w:rsidR="0085747A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276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276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C276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C276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AB740C" w:rsidRPr="00C27691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C276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C27691" w14:paraId="7B5F3A2C" w14:textId="77777777" w:rsidTr="5CF5B71D">
        <w:tc>
          <w:tcPr>
            <w:tcW w:w="1681" w:type="dxa"/>
          </w:tcPr>
          <w:p w14:paraId="4FCA5964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3</w:t>
            </w:r>
          </w:p>
          <w:p w14:paraId="3CDE09E3" w14:textId="4DBCF105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</w:t>
            </w:r>
            <w:r w:rsidR="00820968">
              <w:rPr>
                <w:rFonts w:ascii="Corbel" w:hAnsi="Corbel" w:cs="Times New Roman"/>
              </w:rPr>
              <w:t>0</w:t>
            </w:r>
            <w:r w:rsidR="0062004D" w:rsidRPr="00C27691">
              <w:rPr>
                <w:rFonts w:ascii="Corbel" w:hAnsi="Corbel" w:cs="Times New Roman"/>
              </w:rPr>
              <w:t>5</w:t>
            </w:r>
          </w:p>
        </w:tc>
      </w:tr>
      <w:tr w:rsidR="00E51F0A" w:rsidRPr="00C27691" w14:paraId="02E2480D" w14:textId="77777777" w:rsidTr="5CF5B71D">
        <w:tc>
          <w:tcPr>
            <w:tcW w:w="1681" w:type="dxa"/>
          </w:tcPr>
          <w:p w14:paraId="56A76B19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2</w:t>
            </w:r>
          </w:p>
          <w:p w14:paraId="600668D8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6</w:t>
            </w:r>
          </w:p>
        </w:tc>
      </w:tr>
      <w:tr w:rsidR="00E51F0A" w:rsidRPr="00C27691" w14:paraId="3C13A29B" w14:textId="77777777" w:rsidTr="5CF5B71D">
        <w:tc>
          <w:tcPr>
            <w:tcW w:w="1681" w:type="dxa"/>
          </w:tcPr>
          <w:p w14:paraId="41960800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K_U01</w:t>
            </w:r>
          </w:p>
          <w:p w14:paraId="6E723246" w14:textId="1EF07537" w:rsidR="00E51F0A" w:rsidRPr="00C27691" w:rsidRDefault="00E51F0A" w:rsidP="00ED755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</w:t>
            </w:r>
            <w:r w:rsidR="0062004D" w:rsidRPr="00C27691">
              <w:rPr>
                <w:rFonts w:ascii="Corbel" w:hAnsi="Corbel" w:cs="Times New Roman"/>
              </w:rPr>
              <w:t>2</w:t>
            </w:r>
          </w:p>
        </w:tc>
      </w:tr>
      <w:tr w:rsidR="00E51F0A" w:rsidRPr="00C27691" w14:paraId="765F0BE2" w14:textId="77777777" w:rsidTr="5CF5B71D">
        <w:tc>
          <w:tcPr>
            <w:tcW w:w="1681" w:type="dxa"/>
          </w:tcPr>
          <w:p w14:paraId="002D746F" w14:textId="7C0AB0B1" w:rsidR="00E51F0A" w:rsidRPr="00C27691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729A5F59"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C27691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2E6CF60D" w14:textId="5EC6BE2B" w:rsidR="3721A8CD" w:rsidRPr="00C27691" w:rsidRDefault="3721A8C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K_U05</w:t>
            </w:r>
          </w:p>
          <w:p w14:paraId="0495AD78" w14:textId="77777777" w:rsidR="00E51F0A" w:rsidRPr="00C27691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</w:t>
            </w:r>
            <w:r w:rsidR="0062004D" w:rsidRPr="00C27691">
              <w:rPr>
                <w:rFonts w:ascii="Corbel" w:hAnsi="Corbel" w:cs="Times New Roman"/>
              </w:rPr>
              <w:t>6</w:t>
            </w:r>
          </w:p>
          <w:p w14:paraId="17B67F8B" w14:textId="361A7C2D" w:rsidR="0062004D" w:rsidRPr="00C27691" w:rsidRDefault="0062004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5CF5B71D" w:rsidRPr="00C27691" w14:paraId="0C6C55A9" w14:textId="77777777" w:rsidTr="5CF5B71D">
        <w:tc>
          <w:tcPr>
            <w:tcW w:w="1681" w:type="dxa"/>
          </w:tcPr>
          <w:p w14:paraId="039F98A7" w14:textId="05FFF4F2" w:rsidR="177AAD39" w:rsidRPr="00C27691" w:rsidRDefault="177AAD39" w:rsidP="5CF5B71D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690A0248" w14:textId="0CBFCA82" w:rsidR="177AAD39" w:rsidRPr="00C27691" w:rsidRDefault="177AAD39" w:rsidP="5CF5B71D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167CBBC6" w14:textId="77777777" w:rsidR="1ED8FC91" w:rsidRPr="00C27691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K_U11</w:t>
            </w:r>
          </w:p>
          <w:p w14:paraId="557C5890" w14:textId="25F97690" w:rsidR="1ED8FC91" w:rsidRPr="00C27691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K_U12</w:t>
            </w:r>
          </w:p>
        </w:tc>
      </w:tr>
      <w:tr w:rsidR="00E51F0A" w:rsidRPr="00C27691" w14:paraId="1E71A6C1" w14:textId="77777777" w:rsidTr="5CF5B71D">
        <w:tc>
          <w:tcPr>
            <w:tcW w:w="1681" w:type="dxa"/>
          </w:tcPr>
          <w:p w14:paraId="78C3198C" w14:textId="1859185D" w:rsidR="00E51F0A" w:rsidRPr="00C27691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164AAFF"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C27691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C27691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K_K01</w:t>
            </w:r>
          </w:p>
          <w:p w14:paraId="37643912" w14:textId="77777777" w:rsidR="00ED7554" w:rsidRPr="00C27691" w:rsidRDefault="00ED7554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K_K04</w:t>
            </w:r>
          </w:p>
        </w:tc>
      </w:tr>
    </w:tbl>
    <w:p w14:paraId="4B99056E" w14:textId="77777777" w:rsidR="0062004D" w:rsidRPr="00C27691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2004D" w:rsidRPr="00C27691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C27691" w:rsidRDefault="00675843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>3.3</w:t>
      </w:r>
      <w:r w:rsidR="0085747A" w:rsidRPr="00C27691">
        <w:rPr>
          <w:rFonts w:ascii="Corbel" w:hAnsi="Corbel"/>
          <w:b/>
          <w:sz w:val="24"/>
          <w:szCs w:val="24"/>
        </w:rPr>
        <w:t>T</w:t>
      </w:r>
      <w:r w:rsidR="001D7B54" w:rsidRPr="00C27691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AB740C" w:rsidRPr="00C27691" w:rsidRDefault="00AB740C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C276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27691">
        <w:rPr>
          <w:rFonts w:ascii="Corbel" w:hAnsi="Corbel"/>
          <w:sz w:val="24"/>
          <w:szCs w:val="24"/>
        </w:rPr>
        <w:t xml:space="preserve">, </w:t>
      </w:r>
      <w:r w:rsidRPr="00C27691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C2769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7691" w14:paraId="587EA2A8" w14:textId="77777777" w:rsidTr="00E51F0A">
        <w:tc>
          <w:tcPr>
            <w:tcW w:w="9520" w:type="dxa"/>
          </w:tcPr>
          <w:p w14:paraId="35113026" w14:textId="77777777" w:rsidR="0085747A" w:rsidRPr="00C2769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C27691" w14:paraId="07E2B86C" w14:textId="77777777" w:rsidTr="00E51F0A">
        <w:tc>
          <w:tcPr>
            <w:tcW w:w="9520" w:type="dxa"/>
          </w:tcPr>
          <w:p w14:paraId="48C9E61C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C27691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C27691" w14:paraId="100AD789" w14:textId="77777777" w:rsidTr="00E51F0A">
        <w:tc>
          <w:tcPr>
            <w:tcW w:w="9520" w:type="dxa"/>
          </w:tcPr>
          <w:p w14:paraId="38AFC42E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C27691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C27691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C2769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C27691" w14:paraId="730DD6B5" w14:textId="77777777" w:rsidTr="00E51F0A">
        <w:tc>
          <w:tcPr>
            <w:tcW w:w="9520" w:type="dxa"/>
          </w:tcPr>
          <w:p w14:paraId="53CDCF79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</w:tbl>
    <w:p w14:paraId="3CF2D8B6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C276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40FF2" w14:textId="77777777" w:rsidR="00E960BB" w:rsidRPr="00C27691" w:rsidRDefault="00E51F0A" w:rsidP="00AB740C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27691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 w:rsidR="005F2479" w:rsidRPr="00C27691">
        <w:rPr>
          <w:rFonts w:ascii="Corbel" w:hAnsi="Corbel"/>
          <w:b w:val="0"/>
          <w:smallCaps w:val="0"/>
          <w:szCs w:val="24"/>
        </w:rPr>
        <w:t xml:space="preserve">indywidualna i w </w:t>
      </w:r>
      <w:r w:rsidRPr="00C27691">
        <w:rPr>
          <w:rFonts w:ascii="Corbel" w:hAnsi="Corbel"/>
          <w:b w:val="0"/>
          <w:smallCaps w:val="0"/>
          <w:szCs w:val="24"/>
        </w:rPr>
        <w:t>grupach,  dyskusja</w:t>
      </w:r>
      <w:r w:rsidR="00AB740C" w:rsidRPr="00C27691">
        <w:rPr>
          <w:rFonts w:ascii="Corbel" w:hAnsi="Corbel"/>
          <w:b w:val="0"/>
          <w:smallCaps w:val="0"/>
          <w:szCs w:val="24"/>
        </w:rPr>
        <w:t>.</w:t>
      </w:r>
    </w:p>
    <w:p w14:paraId="1FC39945" w14:textId="77777777" w:rsidR="00E960BB" w:rsidRPr="00C276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C276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 </w:t>
      </w:r>
      <w:r w:rsidR="0085747A" w:rsidRPr="00C27691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C276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C276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27691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27691" w14:paraId="3CD72C34" w14:textId="77777777" w:rsidTr="5CF5B71D">
        <w:tc>
          <w:tcPr>
            <w:tcW w:w="1962" w:type="dxa"/>
            <w:vAlign w:val="center"/>
          </w:tcPr>
          <w:p w14:paraId="59C1A4F7" w14:textId="77777777" w:rsidR="0085747A" w:rsidRPr="00C276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C276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C276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276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276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C27691" w14:paraId="11A93070" w14:textId="77777777" w:rsidTr="5CF5B71D">
        <w:tc>
          <w:tcPr>
            <w:tcW w:w="1962" w:type="dxa"/>
          </w:tcPr>
          <w:p w14:paraId="24D59B3A" w14:textId="7DC2F02A" w:rsidR="002F5D29" w:rsidRPr="00C27691" w:rsidRDefault="007F4CC6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</w:t>
            </w:r>
            <w:r w:rsidR="002F5D29" w:rsidRPr="00C27691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2D2C637A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26C1F74D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77D442E2" w14:textId="77777777" w:rsidTr="5CF5B71D">
        <w:tc>
          <w:tcPr>
            <w:tcW w:w="1962" w:type="dxa"/>
          </w:tcPr>
          <w:p w14:paraId="696357ED" w14:textId="075331B0" w:rsidR="002F5D29" w:rsidRPr="00C27691" w:rsidRDefault="007F4CC6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</w:t>
            </w:r>
            <w:r w:rsidR="002F5D29" w:rsidRPr="00C27691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189F4911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A391285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7379E25D" w14:textId="77777777" w:rsidTr="5CF5B71D">
        <w:tc>
          <w:tcPr>
            <w:tcW w:w="1962" w:type="dxa"/>
          </w:tcPr>
          <w:p w14:paraId="1D652CBC" w14:textId="77777777" w:rsidR="002F5D29" w:rsidRPr="00C27691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7A887871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5B7D115A" w14:textId="77777777" w:rsidTr="5CF5B71D">
        <w:tc>
          <w:tcPr>
            <w:tcW w:w="1962" w:type="dxa"/>
          </w:tcPr>
          <w:p w14:paraId="61ADB445" w14:textId="77777777" w:rsidR="002F5D29" w:rsidRPr="00C27691" w:rsidRDefault="14A9B037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4510FEB3" w14:textId="77777777" w:rsidR="002F5D29" w:rsidRPr="00C27691" w:rsidRDefault="14A9B037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CE7DD" w14:textId="60817844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5CF5B71D" w:rsidRPr="00C27691" w14:paraId="37D823D8" w14:textId="77777777" w:rsidTr="5CF5B71D">
        <w:tc>
          <w:tcPr>
            <w:tcW w:w="1962" w:type="dxa"/>
          </w:tcPr>
          <w:p w14:paraId="4E11BF0C" w14:textId="2167C93A" w:rsidR="5CF5B71D" w:rsidRPr="00C27691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</w:t>
            </w:r>
            <w:r w:rsidR="6E6FBD6E" w:rsidRPr="00C27691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529914BF" w14:textId="77777777" w:rsidR="5CF5B71D" w:rsidRPr="00C27691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EBCE979" w14:textId="61EFB439" w:rsidR="5CF5B71D" w:rsidRPr="00C27691" w:rsidRDefault="5CF5B71D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5CF5B71D" w:rsidRPr="00C27691" w14:paraId="574FB6C9" w14:textId="77777777" w:rsidTr="5CF5B71D">
        <w:tc>
          <w:tcPr>
            <w:tcW w:w="1962" w:type="dxa"/>
          </w:tcPr>
          <w:p w14:paraId="017345D8" w14:textId="57E39762" w:rsidR="5CF5B71D" w:rsidRPr="00C27691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</w:t>
            </w:r>
            <w:r w:rsidR="3785A603" w:rsidRPr="00C27691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703F2468" w14:textId="77777777" w:rsidR="5CF5B71D" w:rsidRPr="00C27691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A307F30" w14:textId="43E1E1A6" w:rsidR="5CF5B71D" w:rsidRPr="00C27691" w:rsidRDefault="5CF5B71D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2EBF3C5" w14:textId="77777777" w:rsidR="00923D7D" w:rsidRPr="00C276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C276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4.2 </w:t>
      </w:r>
      <w:r w:rsidR="0085747A" w:rsidRPr="00C27691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C276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7691" w14:paraId="5A2E788F" w14:textId="77777777" w:rsidTr="5CF5B71D">
        <w:tc>
          <w:tcPr>
            <w:tcW w:w="9670" w:type="dxa"/>
          </w:tcPr>
          <w:p w14:paraId="64C85843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C27691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FD9A727" w14:textId="30461028" w:rsidR="002F5D29" w:rsidRPr="00C27691" w:rsidRDefault="14A9B037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Ocena na z</w:t>
            </w:r>
            <w:r w:rsidR="10612682" w:rsidRPr="00C27691">
              <w:rPr>
                <w:rFonts w:ascii="Corbel" w:hAnsi="Corbel"/>
                <w:sz w:val="24"/>
                <w:szCs w:val="24"/>
              </w:rPr>
              <w:t>a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170F0EEB" w14:textId="7A7786A5" w:rsidR="0085747A" w:rsidRPr="00C27691" w:rsidRDefault="0AAF52E2" w:rsidP="5CF5B71D">
            <w:pPr>
              <w:pStyle w:val="NormalnyWeb"/>
              <w:spacing w:before="0" w:beforeAutospacing="0" w:after="0" w:afterAutospacing="0"/>
              <w:jc w:val="both"/>
              <w:rPr>
                <w:rFonts w:ascii="Corbel" w:eastAsia="Calibri" w:hAnsi="Corbel"/>
                <w:lang w:eastAsia="en-US"/>
              </w:rPr>
            </w:pPr>
            <w:r w:rsidRPr="00C27691">
              <w:rPr>
                <w:rFonts w:ascii="Corbel" w:eastAsia="Calibri" w:hAnsi="Corbel"/>
                <w:lang w:eastAsia="en-US"/>
              </w:rPr>
              <w:t xml:space="preserve"> </w:t>
            </w:r>
          </w:p>
        </w:tc>
      </w:tr>
    </w:tbl>
    <w:p w14:paraId="5997CC1D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C276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 xml:space="preserve">5. </w:t>
      </w:r>
      <w:r w:rsidR="00C61DC5" w:rsidRPr="00C276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27691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C27691">
        <w:rPr>
          <w:rFonts w:ascii="Corbel" w:hAnsi="Corbel"/>
          <w:b/>
          <w:sz w:val="24"/>
          <w:szCs w:val="24"/>
        </w:rPr>
        <w:t xml:space="preserve"> </w:t>
      </w:r>
    </w:p>
    <w:p w14:paraId="110FFD37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27691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276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276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276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276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27691" w14:paraId="110FDCF0" w14:textId="77777777" w:rsidTr="00923D7D">
        <w:tc>
          <w:tcPr>
            <w:tcW w:w="4962" w:type="dxa"/>
          </w:tcPr>
          <w:p w14:paraId="1943409D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2769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2769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2769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2769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769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C27691" w:rsidRDefault="00AF064E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27691" w14:paraId="096DB874" w14:textId="77777777" w:rsidTr="00923D7D">
        <w:tc>
          <w:tcPr>
            <w:tcW w:w="4962" w:type="dxa"/>
          </w:tcPr>
          <w:p w14:paraId="2750A6CD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2769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C61DC5" w:rsidRPr="00C27691" w14:paraId="6979371E" w14:textId="77777777" w:rsidTr="00923D7D">
        <w:tc>
          <w:tcPr>
            <w:tcW w:w="4962" w:type="dxa"/>
          </w:tcPr>
          <w:p w14:paraId="7660431A" w14:textId="77777777" w:rsidR="0071620A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AC39FE3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41A4F503" w14:textId="77777777" w:rsidR="00C61DC5" w:rsidRPr="00C27691" w:rsidRDefault="00AF064E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33</w:t>
            </w:r>
            <w:r w:rsidR="00574E4D" w:rsidRPr="00C27691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C27691" w14:paraId="4D6280AD" w14:textId="77777777" w:rsidTr="00923D7D">
        <w:tc>
          <w:tcPr>
            <w:tcW w:w="4962" w:type="dxa"/>
          </w:tcPr>
          <w:p w14:paraId="3D4B2727" w14:textId="77777777" w:rsidR="0085747A" w:rsidRPr="00C276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27691" w14:paraId="0AD00C0E" w14:textId="77777777" w:rsidTr="00923D7D">
        <w:tc>
          <w:tcPr>
            <w:tcW w:w="4962" w:type="dxa"/>
          </w:tcPr>
          <w:p w14:paraId="5FD1C35E" w14:textId="77777777" w:rsidR="0085747A" w:rsidRPr="00C276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27691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85747A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C276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276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27691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2769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C2769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699379" w14:textId="77777777" w:rsidR="003E1941" w:rsidRPr="00C276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9F23F" w14:textId="77777777" w:rsidR="00AB740C" w:rsidRPr="00C27691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72F646" w14:textId="77777777" w:rsidR="00AB740C" w:rsidRPr="00C27691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334C7B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6. </w:t>
      </w:r>
      <w:r w:rsidR="0085747A" w:rsidRPr="00C27691">
        <w:rPr>
          <w:rFonts w:ascii="Corbel" w:hAnsi="Corbel"/>
          <w:smallCaps w:val="0"/>
          <w:szCs w:val="24"/>
        </w:rPr>
        <w:t>PRAKTYKI ZAWO</w:t>
      </w:r>
      <w:r w:rsidR="009D3F3B" w:rsidRPr="00C27691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27691" w14:paraId="5454FE01" w14:textId="77777777" w:rsidTr="00AB740C">
        <w:trPr>
          <w:trHeight w:val="397"/>
        </w:trPr>
        <w:tc>
          <w:tcPr>
            <w:tcW w:w="4082" w:type="dxa"/>
          </w:tcPr>
          <w:p w14:paraId="146D6691" w14:textId="77777777" w:rsidR="0085747A" w:rsidRPr="00C276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C27691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27691" w14:paraId="5BCC8499" w14:textId="77777777" w:rsidTr="00AB740C">
        <w:trPr>
          <w:trHeight w:val="397"/>
        </w:trPr>
        <w:tc>
          <w:tcPr>
            <w:tcW w:w="4082" w:type="dxa"/>
          </w:tcPr>
          <w:p w14:paraId="05EFD703" w14:textId="77777777" w:rsidR="0085747A" w:rsidRPr="00C276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C27691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C276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C276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C27691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C276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5747A" w:rsidRPr="00C27691" w14:paraId="5257E35D" w14:textId="77777777" w:rsidTr="5CF5B71D">
        <w:trPr>
          <w:trHeight w:val="397"/>
        </w:trPr>
        <w:tc>
          <w:tcPr>
            <w:tcW w:w="9634" w:type="dxa"/>
          </w:tcPr>
          <w:p w14:paraId="729C9695" w14:textId="77777777" w:rsidR="0085747A" w:rsidRPr="00C27691" w:rsidRDefault="0085747A" w:rsidP="00AB74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7BEBA3" w14:textId="77777777" w:rsidR="00574E4D" w:rsidRPr="00C27691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179360C7" w14:textId="77777777" w:rsidR="00574E4D" w:rsidRPr="00C27691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0B4AA069" w14:textId="77777777" w:rsidR="00574E4D" w:rsidRPr="00C27691" w:rsidRDefault="00574E4D" w:rsidP="00AB74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C27691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C27691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  <w:r w:rsidR="00AB740C" w:rsidRPr="00C276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27691" w14:paraId="79532E08" w14:textId="77777777" w:rsidTr="5CF5B71D">
        <w:trPr>
          <w:trHeight w:val="397"/>
        </w:trPr>
        <w:tc>
          <w:tcPr>
            <w:tcW w:w="9634" w:type="dxa"/>
          </w:tcPr>
          <w:p w14:paraId="1616B1D9" w14:textId="77777777" w:rsidR="0085747A" w:rsidRPr="00C27691" w:rsidRDefault="0085747A" w:rsidP="5CF5B71D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2F439F66" w14:textId="77777777" w:rsidR="00574E4D" w:rsidRPr="00C27691" w:rsidRDefault="00684D02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5CAC8F61" w14:textId="16FB2A5D" w:rsidR="00574E4D" w:rsidRPr="00C27691" w:rsidRDefault="764AC020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C27691">
              <w:rPr>
                <w:rFonts w:ascii="Corbel" w:hAnsi="Corbel"/>
                <w:sz w:val="24"/>
                <w:szCs w:val="24"/>
              </w:rPr>
              <w:t>5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7DE2AD8C" w:rsidR="00574E4D" w:rsidRPr="00C27691" w:rsidRDefault="4C820E0D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Szara K.,  Kapitał kreatywny w przedsiębiorstwie,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>, Warszawa 2019.</w:t>
            </w:r>
          </w:p>
        </w:tc>
      </w:tr>
    </w:tbl>
    <w:p w14:paraId="23DE523C" w14:textId="77777777" w:rsidR="0085747A" w:rsidRPr="00C27691" w:rsidRDefault="00684D0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52E56223" w14:textId="77777777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2256B" w14:textId="77777777" w:rsidR="00A74AF5" w:rsidRDefault="00A74AF5" w:rsidP="00C16ABF">
      <w:pPr>
        <w:spacing w:after="0" w:line="240" w:lineRule="auto"/>
      </w:pPr>
      <w:r>
        <w:separator/>
      </w:r>
    </w:p>
  </w:endnote>
  <w:endnote w:type="continuationSeparator" w:id="0">
    <w:p w14:paraId="3EFB9CFF" w14:textId="77777777" w:rsidR="00A74AF5" w:rsidRDefault="00A74A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86647" w14:textId="77777777" w:rsidR="00A74AF5" w:rsidRDefault="00A74AF5" w:rsidP="00C16ABF">
      <w:pPr>
        <w:spacing w:after="0" w:line="240" w:lineRule="auto"/>
      </w:pPr>
      <w:r>
        <w:separator/>
      </w:r>
    </w:p>
  </w:footnote>
  <w:footnote w:type="continuationSeparator" w:id="0">
    <w:p w14:paraId="41B51922" w14:textId="77777777" w:rsidR="00A74AF5" w:rsidRDefault="00A74AF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3A53C2"/>
    <w:multiLevelType w:val="hybridMultilevel"/>
    <w:tmpl w:val="243A38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4D2F02"/>
    <w:multiLevelType w:val="hybridMultilevel"/>
    <w:tmpl w:val="314239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8347B8"/>
    <w:multiLevelType w:val="hybridMultilevel"/>
    <w:tmpl w:val="6360B022"/>
    <w:lvl w:ilvl="0" w:tplc="AC98F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6AA5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200C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52B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30A6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CC72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6227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0451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EC7F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1519"/>
    <w:rsid w:val="001C767B"/>
    <w:rsid w:val="001D657B"/>
    <w:rsid w:val="001D7B54"/>
    <w:rsid w:val="001E0209"/>
    <w:rsid w:val="001E4D35"/>
    <w:rsid w:val="001F2CA2"/>
    <w:rsid w:val="002144C0"/>
    <w:rsid w:val="0021575C"/>
    <w:rsid w:val="00215FA7"/>
    <w:rsid w:val="002170B8"/>
    <w:rsid w:val="0022477D"/>
    <w:rsid w:val="002278A9"/>
    <w:rsid w:val="002336F9"/>
    <w:rsid w:val="0024028F"/>
    <w:rsid w:val="0024281D"/>
    <w:rsid w:val="00244ABC"/>
    <w:rsid w:val="0024574E"/>
    <w:rsid w:val="00281FF2"/>
    <w:rsid w:val="002857DE"/>
    <w:rsid w:val="00291567"/>
    <w:rsid w:val="002A22BF"/>
    <w:rsid w:val="002A2389"/>
    <w:rsid w:val="002A671D"/>
    <w:rsid w:val="002B4D55"/>
    <w:rsid w:val="002B533E"/>
    <w:rsid w:val="002B5EA0"/>
    <w:rsid w:val="002B6119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027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363C4"/>
    <w:rsid w:val="00536BDE"/>
    <w:rsid w:val="00543ACC"/>
    <w:rsid w:val="0055221B"/>
    <w:rsid w:val="0056696D"/>
    <w:rsid w:val="00574E4D"/>
    <w:rsid w:val="0059484D"/>
    <w:rsid w:val="005A0855"/>
    <w:rsid w:val="005A133C"/>
    <w:rsid w:val="005A3196"/>
    <w:rsid w:val="005C080F"/>
    <w:rsid w:val="005C55E5"/>
    <w:rsid w:val="005C696A"/>
    <w:rsid w:val="005E6E85"/>
    <w:rsid w:val="005F2479"/>
    <w:rsid w:val="005F31D2"/>
    <w:rsid w:val="0061029B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CC6"/>
    <w:rsid w:val="0081554D"/>
    <w:rsid w:val="0081707E"/>
    <w:rsid w:val="00820968"/>
    <w:rsid w:val="008449B3"/>
    <w:rsid w:val="00847A91"/>
    <w:rsid w:val="008552A2"/>
    <w:rsid w:val="0085747A"/>
    <w:rsid w:val="00861CB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DE2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E460C"/>
    <w:rsid w:val="009F3C5C"/>
    <w:rsid w:val="009F4610"/>
    <w:rsid w:val="00A00ECC"/>
    <w:rsid w:val="00A155EE"/>
    <w:rsid w:val="00A2245B"/>
    <w:rsid w:val="00A30110"/>
    <w:rsid w:val="00A36899"/>
    <w:rsid w:val="00A371F6"/>
    <w:rsid w:val="00A42158"/>
    <w:rsid w:val="00A43BF6"/>
    <w:rsid w:val="00A53FA5"/>
    <w:rsid w:val="00A54817"/>
    <w:rsid w:val="00A601C8"/>
    <w:rsid w:val="00A60799"/>
    <w:rsid w:val="00A74AF5"/>
    <w:rsid w:val="00A84C85"/>
    <w:rsid w:val="00A97DE1"/>
    <w:rsid w:val="00AB053C"/>
    <w:rsid w:val="00AB740C"/>
    <w:rsid w:val="00AD1146"/>
    <w:rsid w:val="00AD27D3"/>
    <w:rsid w:val="00AD66D6"/>
    <w:rsid w:val="00AE1160"/>
    <w:rsid w:val="00AE203C"/>
    <w:rsid w:val="00AE2E74"/>
    <w:rsid w:val="00AE5FCB"/>
    <w:rsid w:val="00AF064E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691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7B8"/>
    <w:rsid w:val="00DA6057"/>
    <w:rsid w:val="00DC6D0C"/>
    <w:rsid w:val="00DD6490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2F4D"/>
    <w:rsid w:val="00EA4832"/>
    <w:rsid w:val="00EA4E9D"/>
    <w:rsid w:val="00EB69BB"/>
    <w:rsid w:val="00EC4899"/>
    <w:rsid w:val="00ED03AB"/>
    <w:rsid w:val="00ED32D2"/>
    <w:rsid w:val="00ED7554"/>
    <w:rsid w:val="00EE32DE"/>
    <w:rsid w:val="00EE5457"/>
    <w:rsid w:val="00F070AB"/>
    <w:rsid w:val="00F17567"/>
    <w:rsid w:val="00F27A7B"/>
    <w:rsid w:val="00F526AF"/>
    <w:rsid w:val="00F617C3"/>
    <w:rsid w:val="00F7066B"/>
    <w:rsid w:val="00F75775"/>
    <w:rsid w:val="00F83B28"/>
    <w:rsid w:val="00F85046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AAF52E2"/>
    <w:rsid w:val="10612682"/>
    <w:rsid w:val="14A9B037"/>
    <w:rsid w:val="177AAD39"/>
    <w:rsid w:val="1ED8FC91"/>
    <w:rsid w:val="263F76B4"/>
    <w:rsid w:val="2F3E4B8C"/>
    <w:rsid w:val="307D2B91"/>
    <w:rsid w:val="3164AAFF"/>
    <w:rsid w:val="3721A8CD"/>
    <w:rsid w:val="3785A603"/>
    <w:rsid w:val="40D7175A"/>
    <w:rsid w:val="4C820E0D"/>
    <w:rsid w:val="5CF5B71D"/>
    <w:rsid w:val="5FF70C11"/>
    <w:rsid w:val="66B9582D"/>
    <w:rsid w:val="6E6FBD6E"/>
    <w:rsid w:val="729A5F59"/>
    <w:rsid w:val="751A8339"/>
    <w:rsid w:val="764AC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4E02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983E2-9E01-4CF8-8618-5BEF61E91D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F2BA80-E3A5-4598-8B78-B360602DAF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E0EAA4-24BC-43B9-9D8D-C0D35C8A7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6A213D-2269-440A-B9E0-BF0629412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772</Words>
  <Characters>4633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7</cp:revision>
  <cp:lastPrinted>2019-02-06T12:12:00Z</cp:lastPrinted>
  <dcterms:created xsi:type="dcterms:W3CDTF">2020-12-13T11:06:00Z</dcterms:created>
  <dcterms:modified xsi:type="dcterms:W3CDTF">2021-03-01T13:55:00Z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